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217" w:rsidP="003F3B5A" w:rsidRDefault="009F1217" w14:paraId="76519D1D" w14:textId="77777777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:rsidR="008067D9" w:rsidP="47796B89" w:rsidRDefault="00DE2D27" w14:paraId="76519D1E" w14:textId="448F96C9">
      <w:pPr>
        <w:spacing w:after="0" w:line="240" w:lineRule="auto"/>
        <w:jc w:val="right"/>
        <w:rPr>
          <w:rFonts w:ascii="Times New Roman" w:hAnsi="Times New Roman"/>
          <w:i w:val="1"/>
          <w:iCs w:val="1"/>
          <w:sz w:val="24"/>
          <w:szCs w:val="24"/>
          <w:lang w:val="en-US"/>
        </w:rPr>
      </w:pPr>
      <w:r w:rsidRPr="47796B89" w:rsidR="008067D9">
        <w:rPr>
          <w:rFonts w:ascii="Times New Roman" w:hAnsi="Times New Roman"/>
          <w:i w:val="1"/>
          <w:iCs w:val="1"/>
          <w:sz w:val="24"/>
          <w:szCs w:val="24"/>
          <w:lang w:val="en-US"/>
        </w:rPr>
        <w:t>Standard report - Appendix</w:t>
      </w:r>
    </w:p>
    <w:p w:rsidR="008067D9" w:rsidP="00DE2D27" w:rsidRDefault="008067D9" w14:paraId="76519D1F" w14:textId="7777777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Instructions on Penetration Testing</w:t>
      </w:r>
    </w:p>
    <w:p w:rsidR="008067D9" w:rsidP="00DE2D27" w:rsidRDefault="008067D9" w14:paraId="76519D20" w14:textId="509FEED2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SCP.04.00.EN</w:t>
      </w:r>
    </w:p>
    <w:p w:rsidR="008067D9" w:rsidP="008067D9" w:rsidRDefault="008067D9" w14:paraId="76519D21" w14:textId="77777777">
      <w:pPr>
        <w:rPr>
          <w:rFonts w:ascii="Times New Roman" w:hAnsi="Times New Roman"/>
          <w:b/>
          <w:sz w:val="20"/>
          <w:szCs w:val="20"/>
          <w:lang w:val="en-US"/>
        </w:rPr>
      </w:pPr>
    </w:p>
    <w:p w:rsidR="008067D9" w:rsidP="008067D9" w:rsidRDefault="008067D9" w14:paraId="76519D22" w14:textId="77777777">
      <w:pPr>
        <w:pBdr>
          <w:bottom w:val="single" w:color="auto" w:sz="18" w:space="1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Appendix to </w:t>
      </w:r>
      <w:r w:rsidR="00DE2D27"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  <w:lang w:val="en-US"/>
        </w:rPr>
        <w:t>tandard report for instructions on penetration testing</w:t>
      </w:r>
    </w:p>
    <w:tbl>
      <w:tblPr>
        <w:tblStyle w:val="Tabel-Gitter2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Pr="008067D9" w:rsidR="008067D9" w:rsidTr="00DF3326" w14:paraId="76519D24" w14:textId="77777777">
        <w:tc>
          <w:tcPr>
            <w:tcW w:w="9670" w:type="dxa"/>
          </w:tcPr>
          <w:p w:rsidRPr="008067D9" w:rsidR="008067D9" w:rsidP="008067D9" w:rsidRDefault="008067D9" w14:paraId="76519D23" w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67D9">
              <w:rPr>
                <w:rFonts w:ascii="Times New Roman" w:hAnsi="Times New Roman"/>
                <w:b/>
                <w:sz w:val="24"/>
                <w:szCs w:val="24"/>
              </w:rPr>
              <w:t>Comments</w:t>
            </w:r>
          </w:p>
        </w:tc>
      </w:tr>
      <w:tr w:rsidRPr="008067D9" w:rsidR="008067D9" w:rsidTr="00DF3326" w14:paraId="76519D37" w14:textId="77777777">
        <w:trPr>
          <w:trHeight w:val="8981"/>
        </w:trPr>
        <w:tc>
          <w:tcPr>
            <w:tcW w:w="9670" w:type="dxa"/>
          </w:tcPr>
          <w:p w:rsidRPr="008067D9" w:rsidR="008067D9" w:rsidP="008067D9" w:rsidRDefault="008067D9" w14:paraId="76519D2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76519D2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76519D2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76519D2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76519D2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76519D2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76519D2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76519D2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76519D2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76519D2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76519D2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76519D3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76519D3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76519D3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76519D3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76519D3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name="_GoBack" w:id="0"/>
            <w:bookmarkEnd w:id="0"/>
          </w:p>
        </w:tc>
      </w:tr>
    </w:tbl>
    <w:p w:rsidRPr="00202ECA" w:rsidR="006B30A9" w:rsidP="007D1B65" w:rsidRDefault="006B30A9" w14:paraId="76519D38" w14:textId="77777777">
      <w:pPr>
        <w:spacing w:after="0" w:line="280" w:lineRule="atLeast"/>
        <w:rPr>
          <w:rFonts w:ascii="Garamond" w:hAnsi="Garamond"/>
        </w:rPr>
      </w:pPr>
    </w:p>
    <w:sectPr w:rsidRPr="00202ECA" w:rsidR="006B30A9" w:rsidSect="000E635B">
      <w:footerReference w:type="default" r:id="rId11"/>
      <w:headerReference w:type="first" r:id="rId12"/>
      <w:footerReference w:type="first" r:id="rId13"/>
      <w:pgSz w:w="11906" w:h="16838" w:orient="portrait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876" w:rsidP="009E4B94" w:rsidRDefault="002D1876" w14:paraId="76519D3B" w14:textId="77777777">
      <w:pPr>
        <w:spacing w:line="240" w:lineRule="auto"/>
      </w:pPr>
      <w:r>
        <w:separator/>
      </w:r>
    </w:p>
  </w:endnote>
  <w:endnote w:type="continuationSeparator" w:id="0">
    <w:p w:rsidR="002D1876" w:rsidP="009E4B94" w:rsidRDefault="002D1876" w14:paraId="76519D3C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681D83" w:rsidR="00681D83" w:rsidP="00C51167" w:rsidRDefault="00207BEC" w14:paraId="76519D3D" w14:textId="7777777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6519D40" wp14:editId="76519D41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2E76B5" w:rsidR="00681D83" w:rsidP="001E79D1" w:rsidRDefault="00706E32" w14:paraId="76519D48" w14:textId="77777777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Pr="002E76B5" w:rsidR="00681D83">
                            <w:rPr>
                              <w:rStyle w:val="Sidetal"/>
                            </w:rPr>
                            <w:t xml:space="preserve">e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  <w:r w:rsidRPr="002E76B5" w:rsid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5BAD885">
              <v:stroke joinstyle="miter"/>
              <v:path gradientshapeok="t" o:connecttype="rect"/>
            </v:shapetype>
            <v:shape id="Text Box 5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>
              <v:textbox style="mso-fit-shape-to-text:t" inset="0,0,0,0">
                <w:txbxContent>
                  <w:p w:rsidRPr="002E76B5" w:rsidR="00681D83" w:rsidP="001E79D1" w:rsidRDefault="00706E32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Pr="002E76B5" w:rsidR="00681D83">
                      <w:rPr>
                        <w:rStyle w:val="Sidetal"/>
                      </w:rPr>
                      <w:t xml:space="preserve">e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PAGE 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  <w:r w:rsidRPr="002E76B5" w:rsidR="002E76B5">
                      <w:rPr>
                        <w:rStyle w:val="Sidetal"/>
                      </w:rPr>
                      <w:t xml:space="preserve"> af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SECTIONPAGES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76519D42" wp14:editId="76519D43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094ABD" w:rsidR="009E4B94" w:rsidP="00C51167" w:rsidRDefault="00B03E12" w14:paraId="76519D3F" w14:textId="7777777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76519D46" wp14:editId="76519D47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876" w:rsidP="009E4B94" w:rsidRDefault="002D1876" w14:paraId="76519D39" w14:textId="77777777">
      <w:pPr>
        <w:spacing w:line="240" w:lineRule="auto"/>
      </w:pPr>
      <w:r>
        <w:separator/>
      </w:r>
    </w:p>
  </w:footnote>
  <w:footnote w:type="continuationSeparator" w:id="0">
    <w:p w:rsidR="002D1876" w:rsidP="009E4B94" w:rsidRDefault="002D1876" w14:paraId="76519D3A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="00E47932" w:rsidP="00CE262C" w:rsidRDefault="00F24999" w14:paraId="76519D3E" w14:textId="7777777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76519D44" wp14:editId="76519D45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hint="default" w:ascii="Symbol" w:hAnsi="Symbol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hint="default" w:ascii="Symbol" w:hAnsi="Symbol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hint="default" w:ascii="Symbol" w:hAnsi="Symbol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hint="default" w:ascii="Symbol" w:hAnsi="Symbol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hint="default" w:ascii="Symbol" w:hAnsi="Symbol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hint="default" w:ascii="Symbol" w:hAnsi="Symbol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hint="default" w:ascii="Symbol" w:hAnsi="Symbol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hint="default" w:ascii="Symbol" w:hAnsi="Symbol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hint="default" w:ascii="Symbol" w:hAnsi="Symbol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trackRevisions w:val="false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2083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D1876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A28D4"/>
    <w:rsid w:val="005C3A02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067D9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8F6A9D"/>
    <w:rsid w:val="00902C3D"/>
    <w:rsid w:val="0092171B"/>
    <w:rsid w:val="00947BA0"/>
    <w:rsid w:val="00951B25"/>
    <w:rsid w:val="009574CA"/>
    <w:rsid w:val="00983B74"/>
    <w:rsid w:val="00990263"/>
    <w:rsid w:val="009A2571"/>
    <w:rsid w:val="009A4CCC"/>
    <w:rsid w:val="009B04D8"/>
    <w:rsid w:val="009B2330"/>
    <w:rsid w:val="009E4B94"/>
    <w:rsid w:val="009F1217"/>
    <w:rsid w:val="009F18F2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E5560"/>
    <w:rsid w:val="00BF0FDA"/>
    <w:rsid w:val="00C2782C"/>
    <w:rsid w:val="00C310A8"/>
    <w:rsid w:val="00C31791"/>
    <w:rsid w:val="00C3414E"/>
    <w:rsid w:val="00C455E6"/>
    <w:rsid w:val="00C468F5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3EF"/>
    <w:rsid w:val="00DC38FB"/>
    <w:rsid w:val="00DD4A74"/>
    <w:rsid w:val="00DE2B28"/>
    <w:rsid w:val="00DE2D27"/>
    <w:rsid w:val="00DF207D"/>
    <w:rsid w:val="00DF3326"/>
    <w:rsid w:val="00E05FF2"/>
    <w:rsid w:val="00E13E84"/>
    <w:rsid w:val="00E1438D"/>
    <w:rsid w:val="00E25729"/>
    <w:rsid w:val="00E26493"/>
    <w:rsid w:val="00E370C3"/>
    <w:rsid w:val="00E44C89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4779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519D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hAnsi="Garamond" w:eastAsiaTheme="minorHAnsi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uiPriority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2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uiPriority="9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21" w:semiHidden="1" w:unhideWhenUsed="1"/>
    <w:lsdException w:name="FollowedHyperlink" w:uiPriority="21" w:semiHidden="1" w:unhideWhenUsed="1"/>
    <w:lsdException w:name="Strong" w:uiPriority="22"/>
    <w:lsdException w:name="Emphasis" w:uiPriority="19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517D6"/>
    <w:pPr>
      <w:spacing w:after="200" w:line="276" w:lineRule="auto"/>
    </w:pPr>
    <w:rPr>
      <w:rFonts w:ascii="Calibri" w:hAnsi="Calibri" w:eastAsia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hAnsi="Arial" w:eastAsiaTheme="majorEastAsia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hAnsi="Arial" w:eastAsiaTheme="majorEastAsia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hAnsi="Arial" w:eastAsiaTheme="majorEastAsia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hAnsi="Arial" w:eastAsiaTheme="majorEastAsia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hovedTegn" w:customStyle="1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fodTegn" w:customStyle="1">
    <w:name w:val="Sidefod Tegn"/>
    <w:basedOn w:val="Standardskrifttypeiafsnit"/>
    <w:link w:val="Sidefod"/>
    <w:uiPriority w:val="99"/>
    <w:rsid w:val="00146D3D"/>
    <w:rPr>
      <w:sz w:val="16"/>
    </w:rPr>
  </w:style>
  <w:style w:type="character" w:styleId="Overskrift1Tegn" w:customStyle="1">
    <w:name w:val="Overskrift 1 Tegn"/>
    <w:basedOn w:val="Standardskrifttypeiafsnit"/>
    <w:link w:val="Overskrift1"/>
    <w:uiPriority w:val="1"/>
    <w:rsid w:val="00AB3775"/>
    <w:rPr>
      <w:rFonts w:ascii="Arial" w:hAnsi="Arial" w:eastAsiaTheme="majorEastAsia" w:cstheme="majorBidi"/>
      <w:bCs/>
      <w:spacing w:val="5"/>
      <w:sz w:val="30"/>
      <w:szCs w:val="28"/>
    </w:rPr>
  </w:style>
  <w:style w:type="character" w:styleId="Overskrift2Tegn" w:customStyle="1">
    <w:name w:val="Overskrift 2 Tegn"/>
    <w:basedOn w:val="Standardskrifttypeiafsnit"/>
    <w:link w:val="Overskrift2"/>
    <w:uiPriority w:val="1"/>
    <w:rsid w:val="00BF0FDA"/>
    <w:rPr>
      <w:rFonts w:ascii="Arial" w:hAnsi="Arial" w:eastAsiaTheme="majorEastAsia" w:cstheme="majorBidi"/>
      <w:b/>
      <w:bCs/>
      <w:spacing w:val="5"/>
      <w:sz w:val="24"/>
      <w:szCs w:val="26"/>
    </w:rPr>
  </w:style>
  <w:style w:type="character" w:styleId="Overskrift3Tegn" w:customStyle="1">
    <w:name w:val="Overskrift 3 Tegn"/>
    <w:basedOn w:val="Standardskrifttypeiafsnit"/>
    <w:link w:val="Overskrift3"/>
    <w:uiPriority w:val="1"/>
    <w:rsid w:val="00BF0FDA"/>
    <w:rPr>
      <w:rFonts w:ascii="Arial" w:hAnsi="Arial" w:eastAsiaTheme="majorEastAsia" w:cstheme="majorBidi"/>
      <w:b/>
      <w:bCs/>
      <w:spacing w:val="5"/>
      <w:sz w:val="20"/>
    </w:rPr>
  </w:style>
  <w:style w:type="character" w:styleId="Overskrift4Tegn" w:customStyle="1">
    <w:name w:val="Overskrift 4 Tegn"/>
    <w:basedOn w:val="Standardskrifttypeiafsnit"/>
    <w:link w:val="Overskrift4"/>
    <w:uiPriority w:val="1"/>
    <w:rsid w:val="00BF0FDA"/>
    <w:rPr>
      <w:rFonts w:ascii="Arial" w:hAnsi="Arial" w:eastAsiaTheme="majorEastAsia" w:cstheme="majorBidi"/>
      <w:b/>
      <w:bCs/>
      <w:iCs/>
      <w:spacing w:val="5"/>
      <w:sz w:val="18"/>
    </w:rPr>
  </w:style>
  <w:style w:type="character" w:styleId="Overskrift5Tegn" w:customStyle="1">
    <w:name w:val="Overskrift 5 Tegn"/>
    <w:basedOn w:val="Standardskrifttypeiafsnit"/>
    <w:link w:val="Overskrift5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6Tegn" w:customStyle="1">
    <w:name w:val="Overskrift 6 Tegn"/>
    <w:basedOn w:val="Standardskrifttypeiafsnit"/>
    <w:link w:val="Overskrift6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7Tegn" w:customStyle="1">
    <w:name w:val="Overskrift 7 Tegn"/>
    <w:basedOn w:val="Standardskrifttypeiafsnit"/>
    <w:link w:val="Overskrift7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8Tegn" w:customStyle="1">
    <w:name w:val="Overskrift 8 Tegn"/>
    <w:basedOn w:val="Standardskrifttypeiafsnit"/>
    <w:link w:val="Overskrift8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9Tegn" w:customStyle="1">
    <w:name w:val="Overskrift 9 Tegn"/>
    <w:basedOn w:val="Standardskrifttypeiafsnit"/>
    <w:link w:val="Overskrift9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styleId="TitelTegn" w:customStyle="1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styleId="UndertitelTegn" w:customStyle="1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styleId="StrktcitatTegn" w:customStyle="1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color="7F7F7F" w:themeColor="text1" w:themeTint="80" w:sz="2" w:space="10"/>
        <w:left w:val="single" w:color="7F7F7F" w:themeColor="text1" w:themeTint="80" w:sz="2" w:space="10"/>
        <w:bottom w:val="single" w:color="7F7F7F" w:themeColor="text1" w:themeTint="80" w:sz="2" w:space="10"/>
        <w:right w:val="single" w:color="7F7F7F" w:themeColor="text1" w:themeTint="80" w:sz="2" w:space="1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SlutnotetekstTegn" w:customStyle="1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FodnotetekstTegn" w:customStyle="1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styleId="Hjrespaltetekst" w:customStyle="1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styleId="Hjrespalte-Overskrift" w:customStyle="1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styleId="Hjrespalte-Fed" w:customStyle="1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styleId="UnderskriftTegn" w:customStyle="1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styleId="Tabel" w:customStyle="1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styleId="Tabel-KolonneOverskrift" w:customStyle="1">
    <w:name w:val="Tabel - Kolonne Overskrift"/>
    <w:basedOn w:val="Tabel"/>
    <w:uiPriority w:val="4"/>
    <w:rsid w:val="00B9508F"/>
  </w:style>
  <w:style w:type="paragraph" w:styleId="Tabel-TekstTotal" w:customStyle="1">
    <w:name w:val="Tabel - Tekst Total"/>
    <w:basedOn w:val="Tabel-KolonneOverskrift"/>
    <w:uiPriority w:val="4"/>
    <w:rsid w:val="00424709"/>
    <w:rPr>
      <w:b/>
    </w:rPr>
  </w:style>
  <w:style w:type="paragraph" w:styleId="Tabel-Tal" w:customStyle="1">
    <w:name w:val="Tabel - Tal"/>
    <w:basedOn w:val="Tabel"/>
    <w:uiPriority w:val="4"/>
    <w:rsid w:val="00893791"/>
    <w:pPr>
      <w:jc w:val="right"/>
    </w:pPr>
  </w:style>
  <w:style w:type="paragraph" w:styleId="Tabel-TalTotal" w:customStyle="1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styleId="CitatTegn" w:customStyle="1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auto"/>
    </w:tcPr>
  </w:style>
  <w:style w:type="paragraph" w:styleId="DocumentHeading" w:customStyle="1">
    <w:name w:val="Document Heading"/>
    <w:basedOn w:val="Overskrift4"/>
    <w:uiPriority w:val="6"/>
    <w:semiHidden/>
    <w:rsid w:val="00AB5B85"/>
    <w:pPr>
      <w:spacing w:after="260"/>
    </w:pPr>
  </w:style>
  <w:style w:type="paragraph" w:styleId="DocumentName" w:customStyle="1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styleId="Template-Dato" w:customStyle="1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styleId="MarkeringsbobletekstTegn" w:customStyle="1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styleId="SmtekstRegular" w:customStyle="1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styleId="SmtekstFed" w:customStyle="1">
    <w:name w:val="Småtekst Fed"/>
    <w:basedOn w:val="SmtekstRegular"/>
    <w:next w:val="SmtekstRegular"/>
    <w:uiPriority w:val="3"/>
    <w:rsid w:val="00203DE6"/>
    <w:rPr>
      <w:b/>
    </w:rPr>
  </w:style>
  <w:style w:type="paragraph" w:styleId="Tabel-KolonneOverskriftHvid" w:customStyle="1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styleId="Tabel-BrdtekstGaramond" w:customStyle="1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styleId="SKMTabelBl" w:customStyle="1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color="14143C" w:themeColor="accent1" w:sz="8" w:space="0"/>
        <w:bottom w:val="single" w:color="14143C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styleId="Billedtekstnedre" w:customStyle="1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styleId="SKMTabelSand" w:customStyle="1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styleId="Tabel-Brdtekstmedafstandptekst" w:customStyle="1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styleId="Tabel-Brdtekst" w:customStyle="1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styleId="Tabel-Gitter1" w:customStyle="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-Gitter2" w:customStyle="1">
    <w:name w:val="Tabel - Gitter2"/>
    <w:basedOn w:val="Tabel-Normal"/>
    <w:next w:val="Tabel-Gitter"/>
    <w:uiPriority w:val="59"/>
    <w:rsid w:val="008067D9"/>
    <w:pPr>
      <w:spacing w:line="240" w:lineRule="auto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footer" Target="footer1.xml" Id="rId1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4" ma:contentTypeDescription="Opret et nyt dokument." ma:contentTypeScope="" ma:versionID="f28e6562d6ab1cc900d0ed01c7ff215d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40606eda2db92cea8583926d19429f98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DA52D1-F7C8-43DD-90FA-43D24001DEF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DD3C5AA-F381-47D4-BA92-E51AE0DD26BB}"/>
</file>

<file path=customXml/itemProps3.xml><?xml version="1.0" encoding="utf-8"?>
<ds:datastoreItem xmlns:ds="http://schemas.openxmlformats.org/officeDocument/2006/customXml" ds:itemID="{D1BD6539-7EC1-4AC7-AFC6-73BDF2ACED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A90CF2-A677-49CD-8293-456437CB5DD9}">
  <ds:schemaRefs>
    <ds:schemaRef ds:uri="b63ed618-bf3e-4954-a830-28dd24904e9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2e91a90-2021-4a92-9a86-3e9429d92af4"/>
    <ds:schemaRef ds:uri="http://purl.org/dc/terms/"/>
    <ds:schemaRef ds:uri="0ec4ba45-9d27-40ef-892e-bb0fb3b5584a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Notat.dotm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Notat</dc:title>
  <dc:creator/>
  <lastModifiedBy>Søren Stærke</lastModifiedBy>
  <revision>2</revision>
  <dcterms:created xsi:type="dcterms:W3CDTF">2015-02-04T09:57:00.0000000Z</dcterms:created>
  <dcterms:modified xsi:type="dcterms:W3CDTF">2022-05-06T10:23:00.6099701Z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ccd1b776-9912-4f44-8861-7e7c1e4cb042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